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28A40" w14:textId="21E652B8" w:rsidR="004D36D7" w:rsidRPr="00FD4A68" w:rsidRDefault="00B56929" w:rsidP="00B47940">
      <w:pPr>
        <w:pStyle w:val="Title"/>
        <w:rPr>
          <w:rStyle w:val="LabTitleInstVersred"/>
          <w:b/>
          <w:color w:val="auto"/>
        </w:rPr>
      </w:pPr>
      <w:sdt>
        <w:sdtPr>
          <w:rPr>
            <w:b w:val="0"/>
            <w:color w:val="EE0000"/>
          </w:rPr>
          <w:alias w:val="Title"/>
          <w:tag w:val=""/>
          <w:id w:val="-487021785"/>
          <w:placeholder>
            <w:docPart w:val="E5DA0E4680D24AB19B0929B230EADB2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91940">
            <w:t>Packet Tracer - Configure PAT</w:t>
          </w:r>
        </w:sdtContent>
      </w:sdt>
    </w:p>
    <w:p w14:paraId="5CFC7021" w14:textId="77777777" w:rsidR="00B91940" w:rsidRPr="00BB73FF" w:rsidRDefault="00B91940" w:rsidP="00B91940">
      <w:pPr>
        <w:pStyle w:val="Heading1"/>
      </w:pPr>
      <w:r w:rsidRPr="00BB73FF">
        <w:t>Objective</w:t>
      </w:r>
      <w:r>
        <w:t>s</w:t>
      </w:r>
    </w:p>
    <w:p w14:paraId="5B6682F2" w14:textId="77777777" w:rsidR="00B91940" w:rsidRDefault="00B91940" w:rsidP="00B91940">
      <w:pPr>
        <w:pStyle w:val="BodyTextL25Bold"/>
      </w:pPr>
      <w:r>
        <w:t>Part 1: Configure Dynamic NAT with Overload</w:t>
      </w:r>
    </w:p>
    <w:p w14:paraId="06BA5968" w14:textId="77777777" w:rsidR="00B91940" w:rsidRDefault="00B91940" w:rsidP="00B91940">
      <w:pPr>
        <w:pStyle w:val="BodyTextL25Bold"/>
      </w:pPr>
      <w:r>
        <w:t>Part 2: Verify Dynamic NAT with Overload Implementation</w:t>
      </w:r>
    </w:p>
    <w:p w14:paraId="360495F1" w14:textId="77777777" w:rsidR="00B91940" w:rsidRDefault="00B91940" w:rsidP="00B91940">
      <w:pPr>
        <w:pStyle w:val="BodyTextL25Bold"/>
      </w:pPr>
      <w:r>
        <w:t>Part 3: Configure PAT using an Interface</w:t>
      </w:r>
    </w:p>
    <w:p w14:paraId="68F90A00" w14:textId="77777777" w:rsidR="00B91940" w:rsidRPr="004C0909" w:rsidRDefault="00B91940" w:rsidP="00B91940">
      <w:pPr>
        <w:pStyle w:val="BodyTextL25Bold"/>
      </w:pPr>
      <w:r>
        <w:t>Part 4: Verify PAT Interface Implementation</w:t>
      </w:r>
    </w:p>
    <w:p w14:paraId="35019ED5" w14:textId="77777777" w:rsidR="00B91940" w:rsidRDefault="00B91940" w:rsidP="00B91940">
      <w:pPr>
        <w:pStyle w:val="Heading2"/>
      </w:pPr>
      <w:r>
        <w:t>Configure Dynamic NAT with Overload</w:t>
      </w:r>
    </w:p>
    <w:p w14:paraId="1A371C62" w14:textId="460A3699" w:rsidR="00B91940" w:rsidRDefault="00B91940" w:rsidP="00B91940">
      <w:pPr>
        <w:pStyle w:val="Heading3"/>
      </w:pPr>
      <w:r>
        <w:t>Configure traffic that will be permitted</w:t>
      </w:r>
      <w:r w:rsidRPr="00933F28">
        <w:t>.</w:t>
      </w:r>
    </w:p>
    <w:p w14:paraId="10DD56E3" w14:textId="2F76A457" w:rsidR="002A6B70" w:rsidRPr="002A6B70" w:rsidRDefault="002A6B70" w:rsidP="002A6B70">
      <w:pPr>
        <w:pStyle w:val="ConfigWindow"/>
      </w:pPr>
      <w:r>
        <w:t>Open configuration window</w:t>
      </w:r>
    </w:p>
    <w:p w14:paraId="4F48AE9F" w14:textId="77777777" w:rsidR="00B91940" w:rsidRDefault="00B91940" w:rsidP="002A6B70">
      <w:pPr>
        <w:pStyle w:val="BodyTextL25"/>
        <w:spacing w:before="0"/>
      </w:pPr>
      <w:r>
        <w:t xml:space="preserve">On </w:t>
      </w:r>
      <w:r>
        <w:rPr>
          <w:b/>
        </w:rPr>
        <w:t>R1</w:t>
      </w:r>
      <w:r>
        <w:t>, configure one statement for ACL 1 to permit any address belonging to 172.16.0.0/16.</w:t>
      </w:r>
    </w:p>
    <w:p w14:paraId="325FED7E" w14:textId="77777777" w:rsidR="00B91940" w:rsidRPr="005A0831" w:rsidRDefault="00B91940" w:rsidP="00B91940">
      <w:pPr>
        <w:pStyle w:val="CMD"/>
      </w:pPr>
      <w:r w:rsidRPr="005A0831">
        <w:t xml:space="preserve">R1(config)# </w:t>
      </w:r>
      <w:r w:rsidRPr="005A0831">
        <w:rPr>
          <w:b/>
        </w:rPr>
        <w:t>access-list 1 permit 172.16.0.0 0.0.255.255</w:t>
      </w:r>
    </w:p>
    <w:p w14:paraId="2526CB8C" w14:textId="77777777" w:rsidR="00B91940" w:rsidRDefault="00B91940" w:rsidP="00B91940">
      <w:pPr>
        <w:pStyle w:val="Heading3"/>
      </w:pPr>
      <w:r>
        <w:t>Configure a pool of address for NAT.</w:t>
      </w:r>
    </w:p>
    <w:p w14:paraId="5C5B8C5B" w14:textId="77777777" w:rsidR="00B91940" w:rsidRDefault="00B91940" w:rsidP="00B91940">
      <w:pPr>
        <w:pStyle w:val="BodyTextL25"/>
      </w:pPr>
      <w:r>
        <w:t xml:space="preserve">Configure </w:t>
      </w:r>
      <w:r>
        <w:rPr>
          <w:b/>
        </w:rPr>
        <w:t>R1</w:t>
      </w:r>
      <w:r>
        <w:t xml:space="preserve"> with a NAT pool that uses the two useable addresses in the 209.165.</w:t>
      </w:r>
      <w:r w:rsidR="00CE6905">
        <w:t>200.232</w:t>
      </w:r>
      <w:r>
        <w:t>/30 address space.</w:t>
      </w:r>
    </w:p>
    <w:p w14:paraId="3F245860" w14:textId="77777777" w:rsidR="00B91940" w:rsidRPr="005A0831" w:rsidRDefault="00B91940" w:rsidP="00B91940">
      <w:pPr>
        <w:pStyle w:val="CMD"/>
      </w:pPr>
      <w:r w:rsidRPr="005A0831">
        <w:t xml:space="preserve">R1(config)# </w:t>
      </w:r>
      <w:proofErr w:type="spellStart"/>
      <w:r w:rsidRPr="005A0831">
        <w:rPr>
          <w:b/>
        </w:rPr>
        <w:t>ip</w:t>
      </w:r>
      <w:proofErr w:type="spellEnd"/>
      <w:r w:rsidRPr="005A0831">
        <w:rPr>
          <w:b/>
        </w:rPr>
        <w:t xml:space="preserve"> </w:t>
      </w:r>
      <w:proofErr w:type="spellStart"/>
      <w:r w:rsidRPr="005A0831">
        <w:rPr>
          <w:b/>
        </w:rPr>
        <w:t>nat</w:t>
      </w:r>
      <w:proofErr w:type="spellEnd"/>
      <w:r w:rsidRPr="005A0831">
        <w:rPr>
          <w:b/>
        </w:rPr>
        <w:t xml:space="preserve"> pool ANY_POOL_NAME 209.165.</w:t>
      </w:r>
      <w:r w:rsidR="009335F5">
        <w:rPr>
          <w:b/>
        </w:rPr>
        <w:t>200</w:t>
      </w:r>
      <w:r w:rsidRPr="005A0831">
        <w:rPr>
          <w:b/>
        </w:rPr>
        <w:t>.2</w:t>
      </w:r>
      <w:r w:rsidR="009335F5">
        <w:rPr>
          <w:b/>
        </w:rPr>
        <w:t>33</w:t>
      </w:r>
      <w:r w:rsidRPr="005A0831">
        <w:rPr>
          <w:b/>
        </w:rPr>
        <w:t xml:space="preserve"> 209.165.</w:t>
      </w:r>
      <w:r w:rsidR="009335F5">
        <w:rPr>
          <w:b/>
        </w:rPr>
        <w:t>200</w:t>
      </w:r>
      <w:r w:rsidRPr="005A0831">
        <w:rPr>
          <w:b/>
        </w:rPr>
        <w:t>.2</w:t>
      </w:r>
      <w:r w:rsidR="009335F5">
        <w:rPr>
          <w:b/>
        </w:rPr>
        <w:t>34</w:t>
      </w:r>
      <w:r w:rsidRPr="005A0831">
        <w:rPr>
          <w:b/>
        </w:rPr>
        <w:t xml:space="preserve"> netmask 255.255.255.252</w:t>
      </w:r>
    </w:p>
    <w:p w14:paraId="705F2221" w14:textId="77777777" w:rsidR="00B91940" w:rsidRPr="00E36D9A" w:rsidRDefault="00B91940" w:rsidP="00B91940">
      <w:pPr>
        <w:pStyle w:val="Heading3"/>
      </w:pPr>
      <w:r w:rsidRPr="00E36D9A">
        <w:t>Associate ACL</w:t>
      </w:r>
      <w:r>
        <w:t xml:space="preserve"> </w:t>
      </w:r>
      <w:r w:rsidRPr="00E36D9A">
        <w:t>1 with the NAT pool</w:t>
      </w:r>
      <w:r>
        <w:t xml:space="preserve"> and allow addresses to be reused</w:t>
      </w:r>
      <w:r w:rsidRPr="00E36D9A">
        <w:t>.</w:t>
      </w:r>
    </w:p>
    <w:p w14:paraId="0CAD423B" w14:textId="77777777" w:rsidR="00B91940" w:rsidRPr="005A0831" w:rsidRDefault="00B91940" w:rsidP="00B91940">
      <w:pPr>
        <w:pStyle w:val="CMD"/>
      </w:pPr>
      <w:r w:rsidRPr="005A0831">
        <w:t xml:space="preserve">R1(config)# </w:t>
      </w:r>
      <w:proofErr w:type="spellStart"/>
      <w:r w:rsidRPr="005A0831">
        <w:rPr>
          <w:b/>
        </w:rPr>
        <w:t>ip</w:t>
      </w:r>
      <w:proofErr w:type="spellEnd"/>
      <w:r w:rsidRPr="005A0831">
        <w:rPr>
          <w:b/>
        </w:rPr>
        <w:t xml:space="preserve"> </w:t>
      </w:r>
      <w:proofErr w:type="spellStart"/>
      <w:r w:rsidRPr="005A0831">
        <w:rPr>
          <w:b/>
        </w:rPr>
        <w:t>nat</w:t>
      </w:r>
      <w:proofErr w:type="spellEnd"/>
      <w:r w:rsidRPr="005A0831">
        <w:rPr>
          <w:b/>
        </w:rPr>
        <w:t xml:space="preserve"> inside source list 1 pool ANY_POOL_NAME overload</w:t>
      </w:r>
    </w:p>
    <w:p w14:paraId="6DD276D2" w14:textId="77777777" w:rsidR="00B91940" w:rsidRPr="00C07FD9" w:rsidRDefault="00B91940" w:rsidP="00B91940">
      <w:pPr>
        <w:pStyle w:val="Heading3"/>
      </w:pPr>
      <w:r>
        <w:t>Configure the NAT interfaces.</w:t>
      </w:r>
    </w:p>
    <w:p w14:paraId="3E2548A1" w14:textId="77777777" w:rsidR="00B91940" w:rsidRDefault="00B91940" w:rsidP="00B91940">
      <w:pPr>
        <w:pStyle w:val="BodyTextL25"/>
      </w:pPr>
      <w:r>
        <w:t xml:space="preserve">Configure </w:t>
      </w:r>
      <w:r>
        <w:rPr>
          <w:b/>
        </w:rPr>
        <w:t>R1</w:t>
      </w:r>
      <w:r>
        <w:t xml:space="preserve"> interfaces with the appropriate inside and outside NAT commands.</w:t>
      </w:r>
    </w:p>
    <w:p w14:paraId="37602985" w14:textId="77777777" w:rsidR="00B91940" w:rsidRPr="005A0831" w:rsidRDefault="00B91940" w:rsidP="00B91940">
      <w:pPr>
        <w:pStyle w:val="CMD"/>
      </w:pPr>
      <w:r w:rsidRPr="005A0831">
        <w:t xml:space="preserve">R1(config)# </w:t>
      </w:r>
      <w:r w:rsidRPr="005A0831">
        <w:rPr>
          <w:b/>
        </w:rPr>
        <w:t>interface s0/1/0</w:t>
      </w:r>
    </w:p>
    <w:p w14:paraId="7F25B5C5" w14:textId="77777777" w:rsidR="00B91940" w:rsidRPr="005A0831" w:rsidRDefault="00B91940" w:rsidP="00B91940">
      <w:pPr>
        <w:pStyle w:val="CMD"/>
      </w:pPr>
      <w:r w:rsidRPr="005A0831">
        <w:t>R1(config-</w:t>
      </w:r>
      <w:proofErr w:type="gramStart"/>
      <w:r w:rsidRPr="005A0831">
        <w:t>if)#</w:t>
      </w:r>
      <w:proofErr w:type="gramEnd"/>
      <w:r w:rsidRPr="005A0831">
        <w:t xml:space="preserve"> </w:t>
      </w:r>
      <w:proofErr w:type="spellStart"/>
      <w:r w:rsidRPr="005A0831">
        <w:rPr>
          <w:b/>
        </w:rPr>
        <w:t>ip</w:t>
      </w:r>
      <w:proofErr w:type="spellEnd"/>
      <w:r w:rsidRPr="005A0831">
        <w:rPr>
          <w:b/>
        </w:rPr>
        <w:t xml:space="preserve"> </w:t>
      </w:r>
      <w:proofErr w:type="spellStart"/>
      <w:r w:rsidRPr="005A0831">
        <w:rPr>
          <w:b/>
        </w:rPr>
        <w:t>nat</w:t>
      </w:r>
      <w:proofErr w:type="spellEnd"/>
      <w:r w:rsidRPr="005A0831">
        <w:rPr>
          <w:b/>
        </w:rPr>
        <w:t xml:space="preserve"> outside</w:t>
      </w:r>
    </w:p>
    <w:p w14:paraId="64BB3A54" w14:textId="77777777" w:rsidR="00B91940" w:rsidRPr="005A0831" w:rsidRDefault="00B91940" w:rsidP="00B91940">
      <w:pPr>
        <w:pStyle w:val="CMD"/>
      </w:pPr>
      <w:r w:rsidRPr="005A0831">
        <w:t>R1(config-</w:t>
      </w:r>
      <w:proofErr w:type="gramStart"/>
      <w:r w:rsidRPr="005A0831">
        <w:t>if)#</w:t>
      </w:r>
      <w:proofErr w:type="gramEnd"/>
      <w:r w:rsidRPr="005A0831">
        <w:t xml:space="preserve"> </w:t>
      </w:r>
      <w:r w:rsidRPr="005A0831">
        <w:rPr>
          <w:b/>
        </w:rPr>
        <w:t>interface g0/0/0</w:t>
      </w:r>
    </w:p>
    <w:p w14:paraId="7DB99AC7" w14:textId="77777777" w:rsidR="00B91940" w:rsidRPr="005A0831" w:rsidRDefault="00B91940" w:rsidP="00B91940">
      <w:pPr>
        <w:pStyle w:val="CMD"/>
      </w:pPr>
      <w:r w:rsidRPr="005A0831">
        <w:t>R1(config-</w:t>
      </w:r>
      <w:proofErr w:type="gramStart"/>
      <w:r w:rsidRPr="005A0831">
        <w:t>if)#</w:t>
      </w:r>
      <w:proofErr w:type="gramEnd"/>
      <w:r w:rsidRPr="005A0831">
        <w:t xml:space="preserve"> </w:t>
      </w:r>
      <w:proofErr w:type="spellStart"/>
      <w:r w:rsidRPr="005A0831">
        <w:rPr>
          <w:b/>
        </w:rPr>
        <w:t>ip</w:t>
      </w:r>
      <w:proofErr w:type="spellEnd"/>
      <w:r w:rsidRPr="005A0831">
        <w:rPr>
          <w:b/>
        </w:rPr>
        <w:t xml:space="preserve"> </w:t>
      </w:r>
      <w:proofErr w:type="spellStart"/>
      <w:r w:rsidRPr="005A0831">
        <w:rPr>
          <w:b/>
        </w:rPr>
        <w:t>nat</w:t>
      </w:r>
      <w:proofErr w:type="spellEnd"/>
      <w:r w:rsidRPr="005A0831">
        <w:rPr>
          <w:b/>
        </w:rPr>
        <w:t xml:space="preserve"> inside</w:t>
      </w:r>
    </w:p>
    <w:p w14:paraId="5473C492" w14:textId="77777777" w:rsidR="00B91940" w:rsidRPr="005A0831" w:rsidRDefault="00B91940" w:rsidP="00B91940">
      <w:pPr>
        <w:pStyle w:val="CMD"/>
      </w:pPr>
      <w:r w:rsidRPr="005A0831">
        <w:t>R1(config-</w:t>
      </w:r>
      <w:proofErr w:type="gramStart"/>
      <w:r w:rsidRPr="005A0831">
        <w:t>if)#</w:t>
      </w:r>
      <w:proofErr w:type="gramEnd"/>
      <w:r w:rsidRPr="005A0831">
        <w:t xml:space="preserve"> </w:t>
      </w:r>
      <w:r w:rsidRPr="005A0831">
        <w:rPr>
          <w:b/>
        </w:rPr>
        <w:t>interface g0/0/1</w:t>
      </w:r>
    </w:p>
    <w:p w14:paraId="7848EDAD" w14:textId="0B95ED3B" w:rsidR="00B91940" w:rsidRDefault="00B91940" w:rsidP="00B91940">
      <w:pPr>
        <w:pStyle w:val="CMD"/>
        <w:rPr>
          <w:b/>
        </w:rPr>
      </w:pPr>
      <w:r w:rsidRPr="005A0831">
        <w:t>R1(config-</w:t>
      </w:r>
      <w:proofErr w:type="gramStart"/>
      <w:r w:rsidRPr="005A0831">
        <w:t>if)#</w:t>
      </w:r>
      <w:proofErr w:type="gramEnd"/>
      <w:r w:rsidRPr="005A0831">
        <w:t xml:space="preserve"> </w:t>
      </w:r>
      <w:proofErr w:type="spellStart"/>
      <w:r w:rsidRPr="005A0831">
        <w:rPr>
          <w:b/>
        </w:rPr>
        <w:t>ip</w:t>
      </w:r>
      <w:proofErr w:type="spellEnd"/>
      <w:r w:rsidRPr="005A0831">
        <w:rPr>
          <w:b/>
        </w:rPr>
        <w:t xml:space="preserve"> </w:t>
      </w:r>
      <w:proofErr w:type="spellStart"/>
      <w:r w:rsidRPr="005A0831">
        <w:rPr>
          <w:b/>
        </w:rPr>
        <w:t>nat</w:t>
      </w:r>
      <w:proofErr w:type="spellEnd"/>
      <w:r w:rsidRPr="005A0831">
        <w:rPr>
          <w:b/>
        </w:rPr>
        <w:t xml:space="preserve"> inside</w:t>
      </w:r>
    </w:p>
    <w:p w14:paraId="41E6BF88" w14:textId="283A2AB4" w:rsidR="002A6B70" w:rsidRPr="002A6B70" w:rsidRDefault="002A6B70" w:rsidP="002A6B70">
      <w:pPr>
        <w:pStyle w:val="ConfigWindow"/>
      </w:pPr>
      <w:r>
        <w:t>Close configuration window</w:t>
      </w:r>
    </w:p>
    <w:p w14:paraId="20D3017B" w14:textId="77777777" w:rsidR="00B91940" w:rsidRPr="004C0909" w:rsidRDefault="00B91940" w:rsidP="002A6B70">
      <w:pPr>
        <w:pStyle w:val="Heading2"/>
        <w:spacing w:before="120"/>
      </w:pPr>
      <w:r>
        <w:t>Verify Dynamic NAT with Overload Implementation</w:t>
      </w:r>
    </w:p>
    <w:p w14:paraId="59EC9A6F" w14:textId="77777777" w:rsidR="00B91940" w:rsidRPr="00FA6A51" w:rsidRDefault="00B91940" w:rsidP="00B91940">
      <w:pPr>
        <w:pStyle w:val="Heading3"/>
      </w:pPr>
      <w:r>
        <w:t>Access services across the internet.</w:t>
      </w:r>
    </w:p>
    <w:p w14:paraId="64ED6A7D" w14:textId="77777777" w:rsidR="00B91940" w:rsidRDefault="00B91940" w:rsidP="00B91940">
      <w:pPr>
        <w:pStyle w:val="BodyTextL25"/>
      </w:pPr>
      <w:r w:rsidRPr="00FA6A51">
        <w:t>From the</w:t>
      </w:r>
      <w:r>
        <w:t xml:space="preserve"> web browser of each of the PCs that use </w:t>
      </w:r>
      <w:r w:rsidRPr="00CD0C18">
        <w:rPr>
          <w:b/>
          <w:bCs/>
        </w:rPr>
        <w:t>R1</w:t>
      </w:r>
      <w:r>
        <w:t xml:space="preserve"> as their gateway (</w:t>
      </w:r>
      <w:r w:rsidRPr="00CD0C18">
        <w:rPr>
          <w:b/>
          <w:bCs/>
        </w:rPr>
        <w:t>PC1</w:t>
      </w:r>
      <w:r>
        <w:t xml:space="preserve">, </w:t>
      </w:r>
      <w:r w:rsidRPr="00CD0C18">
        <w:rPr>
          <w:b/>
          <w:bCs/>
        </w:rPr>
        <w:t>L1</w:t>
      </w:r>
      <w:r>
        <w:t xml:space="preserve">, </w:t>
      </w:r>
      <w:r w:rsidRPr="00CD0C18">
        <w:rPr>
          <w:b/>
          <w:bCs/>
        </w:rPr>
        <w:t>PC2</w:t>
      </w:r>
      <w:r>
        <w:t xml:space="preserve">, and </w:t>
      </w:r>
      <w:r w:rsidRPr="00CD0C18">
        <w:rPr>
          <w:b/>
          <w:bCs/>
        </w:rPr>
        <w:t>L2</w:t>
      </w:r>
      <w:r>
        <w:t xml:space="preserve">), access the web page for </w:t>
      </w:r>
      <w:r w:rsidRPr="00902A72">
        <w:rPr>
          <w:b/>
        </w:rPr>
        <w:t>Server1</w:t>
      </w:r>
      <w:r w:rsidRPr="00FA6A51">
        <w:t>.</w:t>
      </w:r>
    </w:p>
    <w:p w14:paraId="031B3945" w14:textId="77777777" w:rsidR="00B91940" w:rsidRDefault="00B91940" w:rsidP="00B91940">
      <w:pPr>
        <w:pStyle w:val="Heading4"/>
      </w:pPr>
      <w:r>
        <w:t>Question:</w:t>
      </w:r>
    </w:p>
    <w:p w14:paraId="4670C935" w14:textId="77777777" w:rsidR="00B91940" w:rsidRDefault="00B91940" w:rsidP="00B91940">
      <w:pPr>
        <w:pStyle w:val="BodyTextL25"/>
        <w:spacing w:before="0"/>
      </w:pPr>
      <w:r>
        <w:t xml:space="preserve">Were all connections successful? </w:t>
      </w:r>
    </w:p>
    <w:p w14:paraId="6FE3D87C" w14:textId="77777777" w:rsidR="00B91940" w:rsidRPr="00CD0C18" w:rsidRDefault="00B91940" w:rsidP="00B91940">
      <w:pPr>
        <w:pStyle w:val="AnswerLineL25"/>
      </w:pPr>
      <w:r w:rsidRPr="00CD0C18">
        <w:t>Type your answers he</w:t>
      </w:r>
      <w:r>
        <w:t>re</w:t>
      </w:r>
      <w:r w:rsidRPr="00CD0C18">
        <w:t>.</w:t>
      </w:r>
    </w:p>
    <w:p w14:paraId="5C7D73D8" w14:textId="77777777" w:rsidR="00B91940" w:rsidRPr="00FA6A51" w:rsidRDefault="00B91940" w:rsidP="00B91940">
      <w:pPr>
        <w:pStyle w:val="Heading3"/>
      </w:pPr>
      <w:r>
        <w:t>View NAT translations.</w:t>
      </w:r>
    </w:p>
    <w:p w14:paraId="5A850D5D" w14:textId="77777777" w:rsidR="002A6B70" w:rsidRPr="002A6B70" w:rsidRDefault="002A6B70" w:rsidP="002A6B70">
      <w:pPr>
        <w:pStyle w:val="ConfigWindow"/>
      </w:pPr>
      <w:r>
        <w:t>Open configuration window</w:t>
      </w:r>
    </w:p>
    <w:p w14:paraId="53D1FF15" w14:textId="3D5E8330" w:rsidR="00B91940" w:rsidRDefault="00B91940" w:rsidP="002A6B70">
      <w:pPr>
        <w:pStyle w:val="BodyTextL25"/>
        <w:spacing w:before="0"/>
      </w:pPr>
      <w:r>
        <w:t xml:space="preserve">View the NAT translations on </w:t>
      </w:r>
      <w:r>
        <w:rPr>
          <w:b/>
        </w:rPr>
        <w:t>R1</w:t>
      </w:r>
      <w:r>
        <w:t>.</w:t>
      </w:r>
    </w:p>
    <w:p w14:paraId="3A33ABC2" w14:textId="77777777" w:rsidR="00B91940" w:rsidRDefault="00B91940" w:rsidP="00B91940">
      <w:pPr>
        <w:pStyle w:val="CMD"/>
        <w:rPr>
          <w:b/>
        </w:rPr>
      </w:pPr>
      <w:r>
        <w:t xml:space="preserve">R1# </w:t>
      </w:r>
      <w:r w:rsidRPr="00A465AE">
        <w:rPr>
          <w:b/>
        </w:rPr>
        <w:t xml:space="preserve">show </w:t>
      </w:r>
      <w:proofErr w:type="spellStart"/>
      <w:r w:rsidRPr="00A465AE">
        <w:rPr>
          <w:b/>
        </w:rPr>
        <w:t>ip</w:t>
      </w:r>
      <w:proofErr w:type="spellEnd"/>
      <w:r w:rsidRPr="00A465AE">
        <w:rPr>
          <w:b/>
        </w:rPr>
        <w:t xml:space="preserve"> </w:t>
      </w:r>
      <w:proofErr w:type="spellStart"/>
      <w:r w:rsidRPr="00A465AE">
        <w:rPr>
          <w:b/>
        </w:rPr>
        <w:t>nat</w:t>
      </w:r>
      <w:proofErr w:type="spellEnd"/>
      <w:r w:rsidRPr="00A465AE">
        <w:rPr>
          <w:b/>
        </w:rPr>
        <w:t xml:space="preserve"> translations</w:t>
      </w:r>
    </w:p>
    <w:p w14:paraId="6B51173A" w14:textId="13EADCB0" w:rsidR="00B91940" w:rsidRDefault="00B91940" w:rsidP="00B91940">
      <w:pPr>
        <w:pStyle w:val="BodyTextL25"/>
      </w:pPr>
      <w:r>
        <w:t xml:space="preserve">Notice that all four devices were able to communicate, and they are using just one address out of the pool. PAT will continue to use the same address until it runs out of port numbers to associate with the translation. Once that occurs, the next address in the pool will be used. While the theoretical limit would be 65,536 since the port number field is a </w:t>
      </w:r>
      <w:proofErr w:type="gramStart"/>
      <w:r>
        <w:t>16 bit</w:t>
      </w:r>
      <w:proofErr w:type="gramEnd"/>
      <w:r>
        <w:t xml:space="preserve"> number, the device would likely run out of memory before that limit would be reached.</w:t>
      </w:r>
    </w:p>
    <w:p w14:paraId="72F8BFE6" w14:textId="58B7ED57" w:rsidR="002A6B70" w:rsidRPr="002A6B70" w:rsidRDefault="002A6B70" w:rsidP="002A6B70">
      <w:pPr>
        <w:pStyle w:val="ConfigWindow"/>
      </w:pPr>
      <w:r>
        <w:t>Close configuration window</w:t>
      </w:r>
    </w:p>
    <w:p w14:paraId="20F4FF89" w14:textId="77777777" w:rsidR="00B91940" w:rsidRDefault="00B91940" w:rsidP="002A6B70">
      <w:pPr>
        <w:pStyle w:val="Heading2"/>
        <w:spacing w:before="120"/>
      </w:pPr>
      <w:r>
        <w:t>Configure PAT using an Interface</w:t>
      </w:r>
    </w:p>
    <w:p w14:paraId="71FC0129" w14:textId="2F34F332" w:rsidR="00B91940" w:rsidRDefault="00B91940" w:rsidP="00B91940">
      <w:pPr>
        <w:pStyle w:val="Heading3"/>
      </w:pPr>
      <w:r>
        <w:t>Configure traffic that will be permitted</w:t>
      </w:r>
      <w:r w:rsidRPr="00933F28">
        <w:t>.</w:t>
      </w:r>
    </w:p>
    <w:p w14:paraId="69BD2F14" w14:textId="77777777" w:rsidR="002A6B70" w:rsidRPr="002A6B70" w:rsidRDefault="002A6B70" w:rsidP="002A6B70">
      <w:pPr>
        <w:pStyle w:val="ConfigWindow"/>
      </w:pPr>
      <w:r>
        <w:t xml:space="preserve">Open </w:t>
      </w:r>
      <w:r w:rsidRPr="002A6B70">
        <w:t>configuration win</w:t>
      </w:r>
      <w:r>
        <w:t>dow</w:t>
      </w:r>
    </w:p>
    <w:p w14:paraId="6BC56C4A" w14:textId="77777777" w:rsidR="00B91940" w:rsidRDefault="00B91940" w:rsidP="002A6B70">
      <w:pPr>
        <w:pStyle w:val="BodyTextL25"/>
        <w:spacing w:before="0"/>
      </w:pPr>
      <w:r>
        <w:t xml:space="preserve">On </w:t>
      </w:r>
      <w:r w:rsidRPr="003B5F39">
        <w:rPr>
          <w:b/>
        </w:rPr>
        <w:t>R2</w:t>
      </w:r>
      <w:r>
        <w:t>, configure one statement for ACL 2 to permit any address belonging to 172.17.0.0/16.</w:t>
      </w:r>
    </w:p>
    <w:p w14:paraId="7890C964" w14:textId="77777777" w:rsidR="00B91940" w:rsidRPr="00E36D9A" w:rsidRDefault="00B91940" w:rsidP="00B91940">
      <w:pPr>
        <w:pStyle w:val="Heading3"/>
      </w:pPr>
      <w:r w:rsidRPr="00E36D9A">
        <w:t>Associate ACL</w:t>
      </w:r>
      <w:r>
        <w:t xml:space="preserve"> 2</w:t>
      </w:r>
      <w:r w:rsidRPr="00E36D9A">
        <w:t xml:space="preserve"> with the NAT </w:t>
      </w:r>
      <w:r>
        <w:t>interface and allow addresses to be reused</w:t>
      </w:r>
      <w:r w:rsidRPr="00E36D9A">
        <w:t>.</w:t>
      </w:r>
    </w:p>
    <w:p w14:paraId="658B02F4" w14:textId="77777777" w:rsidR="00B91940" w:rsidRDefault="00B91940" w:rsidP="00B91940">
      <w:pPr>
        <w:pStyle w:val="BodyTextL25"/>
        <w:rPr>
          <w:shd w:val="clear" w:color="auto" w:fill="BFBFBF"/>
        </w:rPr>
      </w:pPr>
      <w:r>
        <w:t xml:space="preserve">Enter the </w:t>
      </w:r>
      <w:r>
        <w:rPr>
          <w:b/>
        </w:rPr>
        <w:t>R2</w:t>
      </w:r>
      <w:r>
        <w:t xml:space="preserve"> NAT statement to use the interface connected to the internet and provide translations for all internal devices.</w:t>
      </w:r>
    </w:p>
    <w:p w14:paraId="20FD2DC6" w14:textId="77777777" w:rsidR="00B91940" w:rsidRPr="005A0831" w:rsidRDefault="00B91940" w:rsidP="00B91940">
      <w:pPr>
        <w:pStyle w:val="CMD"/>
      </w:pPr>
      <w:r w:rsidRPr="005A0831">
        <w:t xml:space="preserve">R2(config)# </w:t>
      </w:r>
      <w:proofErr w:type="spellStart"/>
      <w:r w:rsidRPr="005A0831">
        <w:rPr>
          <w:b/>
        </w:rPr>
        <w:t>ip</w:t>
      </w:r>
      <w:proofErr w:type="spellEnd"/>
      <w:r w:rsidRPr="005A0831">
        <w:rPr>
          <w:b/>
        </w:rPr>
        <w:t xml:space="preserve"> </w:t>
      </w:r>
      <w:proofErr w:type="spellStart"/>
      <w:r w:rsidRPr="005A0831">
        <w:rPr>
          <w:b/>
        </w:rPr>
        <w:t>nat</w:t>
      </w:r>
      <w:proofErr w:type="spellEnd"/>
      <w:r w:rsidRPr="005A0831">
        <w:rPr>
          <w:b/>
        </w:rPr>
        <w:t xml:space="preserve"> inside source list 2 interface s0/1/1 overload</w:t>
      </w:r>
    </w:p>
    <w:p w14:paraId="2BD1C452" w14:textId="77777777" w:rsidR="00B91940" w:rsidRPr="00C07FD9" w:rsidRDefault="00B91940" w:rsidP="00B91940">
      <w:pPr>
        <w:pStyle w:val="Heading3"/>
      </w:pPr>
      <w:r>
        <w:t>Configure the NAT interfaces.</w:t>
      </w:r>
    </w:p>
    <w:p w14:paraId="29654AE4" w14:textId="77777777" w:rsidR="00B91940" w:rsidRDefault="00B91940" w:rsidP="00B91940">
      <w:pPr>
        <w:pStyle w:val="BodyTextL25"/>
      </w:pPr>
      <w:r>
        <w:t xml:space="preserve">Configure </w:t>
      </w:r>
      <w:r>
        <w:rPr>
          <w:b/>
        </w:rPr>
        <w:t>R2</w:t>
      </w:r>
      <w:r>
        <w:t xml:space="preserve"> interfaces with the appropriate inside and outside NAT commands.</w:t>
      </w:r>
    </w:p>
    <w:p w14:paraId="45593922" w14:textId="0A82A6D7" w:rsidR="002A6B70" w:rsidRPr="002A6B70" w:rsidRDefault="002A6B70" w:rsidP="002A6B70">
      <w:pPr>
        <w:pStyle w:val="ConfigWindow"/>
      </w:pPr>
      <w:r>
        <w:t>Close configuration window</w:t>
      </w:r>
    </w:p>
    <w:p w14:paraId="4CFAD82A" w14:textId="77777777" w:rsidR="00B91940" w:rsidRPr="004C0909" w:rsidRDefault="00B91940" w:rsidP="002A6B70">
      <w:pPr>
        <w:pStyle w:val="Heading2"/>
        <w:spacing w:before="120"/>
      </w:pPr>
      <w:r>
        <w:t>Verify PAT Interface Implementation</w:t>
      </w:r>
    </w:p>
    <w:p w14:paraId="4E43ADA8" w14:textId="77777777" w:rsidR="00B91940" w:rsidRPr="00FA6A51" w:rsidRDefault="00B91940" w:rsidP="00B91940">
      <w:pPr>
        <w:pStyle w:val="Heading3"/>
      </w:pPr>
      <w:r>
        <w:t>Access services across the internet.</w:t>
      </w:r>
    </w:p>
    <w:p w14:paraId="1569E8A4" w14:textId="77777777" w:rsidR="00B91940" w:rsidRDefault="00B91940" w:rsidP="00B91940">
      <w:pPr>
        <w:pStyle w:val="BodyTextL25"/>
      </w:pPr>
      <w:r w:rsidRPr="00FA6A51">
        <w:t>From the</w:t>
      </w:r>
      <w:r>
        <w:t xml:space="preserve"> web browser of each of the PCs that use </w:t>
      </w:r>
      <w:r w:rsidRPr="00CE24AF">
        <w:rPr>
          <w:b/>
          <w:bCs/>
        </w:rPr>
        <w:t>R2</w:t>
      </w:r>
      <w:r>
        <w:t xml:space="preserve"> as their gateway (</w:t>
      </w:r>
      <w:r w:rsidRPr="00CE24AF">
        <w:rPr>
          <w:b/>
          <w:bCs/>
        </w:rPr>
        <w:t>PC3</w:t>
      </w:r>
      <w:r>
        <w:t xml:space="preserve">, </w:t>
      </w:r>
      <w:r w:rsidRPr="00CE24AF">
        <w:rPr>
          <w:b/>
          <w:bCs/>
        </w:rPr>
        <w:t>L3</w:t>
      </w:r>
      <w:r>
        <w:t xml:space="preserve">, </w:t>
      </w:r>
      <w:r w:rsidRPr="00CE24AF">
        <w:rPr>
          <w:b/>
          <w:bCs/>
        </w:rPr>
        <w:t>PC4</w:t>
      </w:r>
      <w:r>
        <w:t xml:space="preserve">, and </w:t>
      </w:r>
      <w:r w:rsidRPr="00CE24AF">
        <w:rPr>
          <w:b/>
          <w:bCs/>
        </w:rPr>
        <w:t>L4</w:t>
      </w:r>
      <w:r>
        <w:t xml:space="preserve">), access the web page for </w:t>
      </w:r>
      <w:r w:rsidRPr="00902A72">
        <w:rPr>
          <w:b/>
        </w:rPr>
        <w:t>Server1</w:t>
      </w:r>
      <w:r w:rsidRPr="00FA6A51">
        <w:t>.</w:t>
      </w:r>
    </w:p>
    <w:p w14:paraId="1B0E908E" w14:textId="77777777" w:rsidR="00B91940" w:rsidRDefault="00B91940" w:rsidP="00B91940">
      <w:pPr>
        <w:pStyle w:val="Heading4"/>
      </w:pPr>
      <w:r>
        <w:t>Question:</w:t>
      </w:r>
    </w:p>
    <w:p w14:paraId="18CC5B2D" w14:textId="77777777" w:rsidR="00B91940" w:rsidRDefault="00B91940" w:rsidP="00B91940">
      <w:pPr>
        <w:pStyle w:val="BodyTextL25"/>
        <w:spacing w:before="0"/>
      </w:pPr>
      <w:r>
        <w:t>Were all connections successful?</w:t>
      </w:r>
    </w:p>
    <w:p w14:paraId="72D27AAD" w14:textId="77777777" w:rsidR="00B91940" w:rsidRPr="00B91940" w:rsidRDefault="00B91940" w:rsidP="00B91940">
      <w:pPr>
        <w:pStyle w:val="AnswerLineL25"/>
      </w:pPr>
      <w:r w:rsidRPr="00B91940">
        <w:t>Type your answers here.</w:t>
      </w:r>
    </w:p>
    <w:p w14:paraId="50168E82" w14:textId="7EF11C96" w:rsidR="00B91940" w:rsidRDefault="00B91940" w:rsidP="00B91940">
      <w:pPr>
        <w:pStyle w:val="Heading3"/>
      </w:pPr>
      <w:r>
        <w:t>View NAT translations.</w:t>
      </w:r>
    </w:p>
    <w:p w14:paraId="4A22236E" w14:textId="77777777" w:rsidR="002A6B70" w:rsidRPr="002A6B70" w:rsidRDefault="002A6B70" w:rsidP="002A6B70">
      <w:pPr>
        <w:pStyle w:val="ConfigWindow"/>
      </w:pPr>
      <w:r>
        <w:t>Open configuration window</w:t>
      </w:r>
    </w:p>
    <w:p w14:paraId="0C65E719" w14:textId="77777777" w:rsidR="00B91940" w:rsidRDefault="00B91940" w:rsidP="002A6B70">
      <w:pPr>
        <w:pStyle w:val="BodyTextL25"/>
        <w:spacing w:before="0"/>
      </w:pPr>
      <w:r>
        <w:t xml:space="preserve">View the NAT translations on </w:t>
      </w:r>
      <w:r>
        <w:rPr>
          <w:b/>
        </w:rPr>
        <w:t>R2</w:t>
      </w:r>
      <w:r>
        <w:t>.</w:t>
      </w:r>
    </w:p>
    <w:p w14:paraId="3280BE04" w14:textId="77777777" w:rsidR="00B91940" w:rsidRDefault="00B91940" w:rsidP="00B91940">
      <w:pPr>
        <w:pStyle w:val="Heading3"/>
      </w:pPr>
      <w:r>
        <w:t>Compare NAT statistics on R1 and R2.</w:t>
      </w:r>
    </w:p>
    <w:p w14:paraId="10068030" w14:textId="77777777" w:rsidR="00B91940" w:rsidRDefault="00B91940" w:rsidP="00B91940">
      <w:pPr>
        <w:pStyle w:val="BodyTextL25"/>
      </w:pPr>
      <w:r>
        <w:t>Compare the NAT statistics on the two devices.</w:t>
      </w:r>
    </w:p>
    <w:p w14:paraId="614E04B8" w14:textId="77777777" w:rsidR="00B91940" w:rsidRDefault="00B91940" w:rsidP="00B91940">
      <w:pPr>
        <w:pStyle w:val="Heading4"/>
      </w:pPr>
      <w:r>
        <w:t>Question:</w:t>
      </w:r>
    </w:p>
    <w:p w14:paraId="0917E7E1" w14:textId="77777777" w:rsidR="00B91940" w:rsidRDefault="00B91940" w:rsidP="00B91940">
      <w:pPr>
        <w:pStyle w:val="BodyTextL25"/>
        <w:spacing w:before="0"/>
      </w:pPr>
      <w:r>
        <w:t xml:space="preserve">Why doesn’t </w:t>
      </w:r>
      <w:r>
        <w:rPr>
          <w:b/>
        </w:rPr>
        <w:t>R2</w:t>
      </w:r>
      <w:r>
        <w:t xml:space="preserve"> list any dynamic mappings? </w:t>
      </w:r>
    </w:p>
    <w:p w14:paraId="75275ED4" w14:textId="77777777" w:rsidR="00B91940" w:rsidRPr="00B91940" w:rsidRDefault="00B91940" w:rsidP="007A0B3C">
      <w:pPr>
        <w:pStyle w:val="AnswerLineL25"/>
        <w:spacing w:after="1800"/>
      </w:pPr>
      <w:r w:rsidRPr="00B91940">
        <w:t>Type your answers here.</w:t>
      </w:r>
    </w:p>
    <w:p w14:paraId="2A37EB8F" w14:textId="54713F22" w:rsidR="002A6B70" w:rsidRPr="00145D88" w:rsidRDefault="002A6B70" w:rsidP="00145D88">
      <w:pPr>
        <w:pStyle w:val="ConfigWindow"/>
      </w:pPr>
      <w:bookmarkStart w:id="0" w:name="_GoBack"/>
      <w:r w:rsidRPr="00145D88">
        <w:t>Close configuration window</w:t>
      </w:r>
    </w:p>
    <w:p w14:paraId="56AE42B3" w14:textId="77777777" w:rsidR="00B91940" w:rsidRPr="00145D88" w:rsidRDefault="00B91940" w:rsidP="00145D88">
      <w:pPr>
        <w:pStyle w:val="ConfigWindow"/>
      </w:pPr>
      <w:r w:rsidRPr="00145D88">
        <w:t>End of document</w:t>
      </w:r>
      <w:bookmarkEnd w:id="0"/>
    </w:p>
    <w:sectPr w:rsidR="00B91940" w:rsidRPr="00145D88"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026B2" w14:textId="77777777" w:rsidR="00B56929" w:rsidRDefault="00B56929" w:rsidP="00710659">
      <w:pPr>
        <w:spacing w:after="0" w:line="240" w:lineRule="auto"/>
      </w:pPr>
      <w:r>
        <w:separator/>
      </w:r>
    </w:p>
    <w:p w14:paraId="3B5954BA" w14:textId="77777777" w:rsidR="00B56929" w:rsidRDefault="00B56929"/>
  </w:endnote>
  <w:endnote w:type="continuationSeparator" w:id="0">
    <w:p w14:paraId="3E6D60D5" w14:textId="77777777" w:rsidR="00B56929" w:rsidRDefault="00B56929" w:rsidP="00710659">
      <w:pPr>
        <w:spacing w:after="0" w:line="240" w:lineRule="auto"/>
      </w:pPr>
      <w:r>
        <w:continuationSeparator/>
      </w:r>
    </w:p>
    <w:p w14:paraId="05289ABB" w14:textId="77777777" w:rsidR="00B56929" w:rsidRDefault="00B569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74D6C" w14:textId="52662A8A"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F4177E">
          <w:t>2019</w:t>
        </w:r>
      </w:sdtContent>
    </w:sdt>
    <w:r>
      <w:t xml:space="preserve"> - </w:t>
    </w:r>
    <w:r>
      <w:fldChar w:fldCharType="begin"/>
    </w:r>
    <w:r>
      <w:instrText xml:space="preserve"> SAVEDATE  \@ "yyyy"  \* MERGEFORMAT </w:instrText>
    </w:r>
    <w:r>
      <w:fldChar w:fldCharType="separate"/>
    </w:r>
    <w:r w:rsidR="00D44885">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FD455" w14:textId="77287248"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B91940">
          <w:t>201</w:t>
        </w:r>
        <w:r w:rsidR="00F4177E">
          <w:t>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44885">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3D6CA" w14:textId="77777777" w:rsidR="00B56929" w:rsidRDefault="00B56929" w:rsidP="00710659">
      <w:pPr>
        <w:spacing w:after="0" w:line="240" w:lineRule="auto"/>
      </w:pPr>
      <w:r>
        <w:separator/>
      </w:r>
    </w:p>
    <w:p w14:paraId="64A3C6E4" w14:textId="77777777" w:rsidR="00B56929" w:rsidRDefault="00B56929"/>
  </w:footnote>
  <w:footnote w:type="continuationSeparator" w:id="0">
    <w:p w14:paraId="21601036" w14:textId="77777777" w:rsidR="00B56929" w:rsidRDefault="00B56929" w:rsidP="00710659">
      <w:pPr>
        <w:spacing w:after="0" w:line="240" w:lineRule="auto"/>
      </w:pPr>
      <w:r>
        <w:continuationSeparator/>
      </w:r>
    </w:p>
    <w:p w14:paraId="7D5AB95C" w14:textId="77777777" w:rsidR="00B56929" w:rsidRDefault="00B569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E5DA0E4680D24AB19B0929B230EADB21"/>
      </w:placeholder>
      <w:dataBinding w:prefixMappings="xmlns:ns0='http://purl.org/dc/elements/1.1/' xmlns:ns1='http://schemas.openxmlformats.org/package/2006/metadata/core-properties' " w:xpath="/ns1:coreProperties[1]/ns0:title[1]" w:storeItemID="{6C3C8BC8-F283-45AE-878A-BAB7291924A1}"/>
      <w:text/>
    </w:sdtPr>
    <w:sdtEndPr/>
    <w:sdtContent>
      <w:p w14:paraId="6DE38717" w14:textId="77777777" w:rsidR="00926CB2" w:rsidRDefault="00B91940" w:rsidP="008402F2">
        <w:pPr>
          <w:pStyle w:val="PageHead"/>
        </w:pPr>
        <w:r>
          <w:t>Packet Tracer - Configure PAT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BD7B3" w14:textId="77777777" w:rsidR="00926CB2" w:rsidRDefault="00882B63" w:rsidP="006C3FCF">
    <w:pPr>
      <w:ind w:left="-288"/>
    </w:pPr>
    <w:r>
      <w:rPr>
        <w:noProof/>
      </w:rPr>
      <w:drawing>
        <wp:inline distT="0" distB="0" distL="0" distR="0" wp14:anchorId="0A0421B4" wp14:editId="5B8D9A4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11B"/>
    <w:multiLevelType w:val="multilevel"/>
    <w:tmpl w:val="89A882E4"/>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1"/>
  </w:num>
  <w:num w:numId="7">
    <w:abstractNumId w:val="2"/>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94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5B10"/>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5D88"/>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B70"/>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0774"/>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869"/>
    <w:rsid w:val="00473E34"/>
    <w:rsid w:val="00476BA9"/>
    <w:rsid w:val="00481650"/>
    <w:rsid w:val="00490807"/>
    <w:rsid w:val="004936C2"/>
    <w:rsid w:val="0049379C"/>
    <w:rsid w:val="004A16D3"/>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581F"/>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2C04"/>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0B3C"/>
    <w:rsid w:val="007A287C"/>
    <w:rsid w:val="007A3B2A"/>
    <w:rsid w:val="007B0C9D"/>
    <w:rsid w:val="007B5522"/>
    <w:rsid w:val="007B7E20"/>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5F5"/>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9F7664"/>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56929"/>
    <w:rsid w:val="00B6183E"/>
    <w:rsid w:val="00B62809"/>
    <w:rsid w:val="00B72F2A"/>
    <w:rsid w:val="00B74716"/>
    <w:rsid w:val="00B7675A"/>
    <w:rsid w:val="00B81898"/>
    <w:rsid w:val="00B82DED"/>
    <w:rsid w:val="00B8606B"/>
    <w:rsid w:val="00B878E7"/>
    <w:rsid w:val="00B879CC"/>
    <w:rsid w:val="00B91940"/>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E6905"/>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4885"/>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77E"/>
    <w:rsid w:val="00F41F1B"/>
    <w:rsid w:val="00F46BD9"/>
    <w:rsid w:val="00F60BE0"/>
    <w:rsid w:val="00F6280E"/>
    <w:rsid w:val="00F666EC"/>
    <w:rsid w:val="00F7050A"/>
    <w:rsid w:val="00F75533"/>
    <w:rsid w:val="00F8036D"/>
    <w:rsid w:val="00F806D4"/>
    <w:rsid w:val="00F809DC"/>
    <w:rsid w:val="00F82EBA"/>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3C8EC"/>
  <w15:docId w15:val="{2110618B-E782-4D3F-891A-08A246156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B9194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806D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A0B3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806D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B91940"/>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91940"/>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806D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DA0E4680D24AB19B0929B230EADB21"/>
        <w:category>
          <w:name w:val="General"/>
          <w:gallery w:val="placeholder"/>
        </w:category>
        <w:types>
          <w:type w:val="bbPlcHdr"/>
        </w:types>
        <w:behaviors>
          <w:behavior w:val="content"/>
        </w:behaviors>
        <w:guid w:val="{392B0238-4316-4B4F-9D22-E9746D8E834A}"/>
      </w:docPartPr>
      <w:docPartBody>
        <w:p w:rsidR="00B906D3" w:rsidRDefault="007A47DB">
          <w:pPr>
            <w:pStyle w:val="E5DA0E4680D24AB19B0929B230EADB2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7DB"/>
    <w:rsid w:val="00273B86"/>
    <w:rsid w:val="00691235"/>
    <w:rsid w:val="007A47DB"/>
    <w:rsid w:val="00956952"/>
    <w:rsid w:val="00B906D3"/>
    <w:rsid w:val="00C43213"/>
    <w:rsid w:val="00C47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5DA0E4680D24AB19B0929B230EADB21">
    <w:name w:val="E5DA0E4680D24AB19B0929B230EADB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DEA037-38F4-43C2-A64D-578F3522D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10</TotalTime>
  <Pages>1</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Packet Tracer - Configure PAT</vt:lpstr>
    </vt:vector>
  </TitlesOfParts>
  <Company>Cisco Systems, Inc.</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PAT</dc:title>
  <dc:creator>SP</dc:creator>
  <dc:description>2019</dc:description>
  <cp:lastModifiedBy>Suk-Yi Pennock -X (spennock - UNICON INC at Cisco)</cp:lastModifiedBy>
  <cp:revision>10</cp:revision>
  <cp:lastPrinted>2019-11-30T00:30:00Z</cp:lastPrinted>
  <dcterms:created xsi:type="dcterms:W3CDTF">2019-11-21T22:41:00Z</dcterms:created>
  <dcterms:modified xsi:type="dcterms:W3CDTF">2019-11-30T00:30:00Z</dcterms:modified>
</cp:coreProperties>
</file>